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837434" w14:paraId="39AB68CF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xmlns:wp14="http://schemas.microsoft.com/office/word/2010/wordml" w:rsidRPr="00837434" w:rsidR="00837434" w:rsidP="00837434" w:rsidRDefault="00837434" w14:paraId="2C460F1A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Un matelas d’isolation acoustique qui réduit fortement la création des bruits aériens dans des systèmes d’évacuation et qui, en même temps, peut être appliqué comme isolation contre la condensation.</w:t>
      </w:r>
    </w:p>
    <w:p xmlns:wp14="http://schemas.microsoft.com/office/word/2010/wordml" w:rsidRPr="00837434" w:rsidR="008A5169" w:rsidP="00837434" w:rsidRDefault="00837434" w14:paraId="043AB0CB" wp14:textId="77777777">
      <w:pPr>
        <w:pStyle w:val="Bulleted1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ne contient ni plomb, ni PVC</w:t>
      </w:r>
      <w:r w:rsidRPr="00837434" w:rsidR="00444B9B">
        <w:rPr>
          <w:lang w:val="fr-BE"/>
        </w:rPr>
        <w:t>.</w:t>
      </w:r>
    </w:p>
    <w:p xmlns:wp14="http://schemas.microsoft.com/office/word/2010/wordml" w:rsidRPr="00D06139" w:rsidR="008A5169" w:rsidP="008A5169" w:rsidRDefault="00837434" w14:paraId="4FCCC6B1" wp14:textId="77777777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caractéritiques</w:t>
      </w:r>
      <w:proofErr w:type="spellEnd"/>
    </w:p>
    <w:p xmlns:wp14="http://schemas.microsoft.com/office/word/2010/wordml" w:rsidRPr="00D06139" w:rsidR="00C74455" w:rsidP="0069129C" w:rsidRDefault="00837434" w14:paraId="48283977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xmlns:wp14="http://schemas.microsoft.com/office/word/2010/wordml" w:rsidRPr="00837434" w:rsidR="00417716" w:rsidP="00417716" w:rsidRDefault="00837434" w14:paraId="413125DE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Le matelas d’isolation se compose</w:t>
      </w:r>
      <w:r w:rsidRPr="00837434" w:rsidR="00417716">
        <w:rPr>
          <w:lang w:val="fr-BE"/>
        </w:rPr>
        <w:t>:</w:t>
      </w:r>
    </w:p>
    <w:p xmlns:wp14="http://schemas.microsoft.com/office/word/2010/wordml" w:rsidRPr="00837434" w:rsidR="00417716" w:rsidP="00417716" w:rsidRDefault="00417716" w14:paraId="672A6659" wp14:textId="77777777">
      <w:pPr>
        <w:pStyle w:val="Bulleted2"/>
        <w:numPr>
          <w:ilvl w:val="0"/>
          <w:numId w:val="0"/>
        </w:numPr>
        <w:rPr>
          <w:lang w:val="fr-BE"/>
        </w:rPr>
      </w:pPr>
    </w:p>
    <w:p xmlns:wp14="http://schemas.microsoft.com/office/word/2010/wordml" w:rsidRPr="00837434" w:rsidR="00417716" w:rsidP="00417716" w:rsidRDefault="00837434" w14:paraId="4061DEA7" wp14:textId="77777777">
      <w:pPr>
        <w:pStyle w:val="Lijstalinea"/>
        <w:numPr>
          <w:ilvl w:val="0"/>
          <w:numId w:val="30"/>
        </w:numPr>
        <w:rPr>
          <w:lang w:val="fr-BE"/>
        </w:rPr>
      </w:pPr>
      <w:r w:rsidRPr="00837434">
        <w:rPr>
          <w:lang w:val="fr-BE"/>
        </w:rPr>
        <w:t xml:space="preserve">d’une couche synthétique en EPDM d’une épaisseur de 1,65 mm avec une charge minérale et retardateur de flammes </w:t>
      </w:r>
      <w:r w:rsidRPr="00837434" w:rsidR="00417716">
        <w:rPr>
          <w:lang w:val="fr-BE"/>
        </w:rPr>
        <w:t>(3,5 kg/m²)</w:t>
      </w:r>
    </w:p>
    <w:p xmlns:wp14="http://schemas.microsoft.com/office/word/2010/wordml" w:rsidRPr="00837434" w:rsidR="00417716" w:rsidP="00417716" w:rsidRDefault="00417716" w14:paraId="63D3FC35" wp14:textId="3BFB9DAC">
      <w:pPr>
        <w:pStyle w:val="Lijstalinea"/>
        <w:numPr>
          <w:ilvl w:val="0"/>
          <w:numId w:val="30"/>
        </w:numPr>
        <w:rPr>
          <w:lang w:val="fr-BE"/>
        </w:rPr>
      </w:pPr>
      <w:r w:rsidRPr="7A1CA16B" w:rsidR="00417716">
        <w:rPr>
          <w:lang w:val="fr-BE"/>
        </w:rPr>
        <w:t>E</w:t>
      </w:r>
      <w:r w:rsidRPr="7A1CA16B" w:rsidR="00837434">
        <w:rPr>
          <w:rFonts w:ascii="Helvetica 45 Light" w:hAnsi="Helvetica 45 Light"/>
          <w:sz w:val="20"/>
          <w:szCs w:val="20"/>
          <w:lang w:val="fr-BE" w:eastAsia="en-US"/>
        </w:rPr>
        <w:t xml:space="preserve"> </w:t>
      </w:r>
      <w:r w:rsidRPr="7A1CA16B" w:rsidR="00837434">
        <w:rPr>
          <w:lang w:val="fr-BE"/>
        </w:rPr>
        <w:t xml:space="preserve">d’une couche en mousse </w:t>
      </w:r>
      <w:r w:rsidRPr="7A1CA16B" w:rsidR="00837434">
        <w:rPr>
          <w:lang w:val="fr-BE"/>
        </w:rPr>
        <w:t>synthetique</w:t>
      </w:r>
      <w:r w:rsidRPr="7A1CA16B" w:rsidR="00837434">
        <w:rPr>
          <w:lang w:val="fr-BE"/>
        </w:rPr>
        <w:t xml:space="preserve"> et une épaisseur de 15 mm</w:t>
      </w:r>
      <w:r w:rsidRPr="7A1CA16B" w:rsidR="00417716">
        <w:rPr>
          <w:lang w:val="fr-BE"/>
        </w:rPr>
        <w:t xml:space="preserve"> (30 kg/m³)</w:t>
      </w:r>
    </w:p>
    <w:p xmlns:wp14="http://schemas.microsoft.com/office/word/2010/wordml" w:rsidRPr="00837434" w:rsidR="00417716" w:rsidP="00417716" w:rsidRDefault="00837434" w14:paraId="42EFFCA5" wp14:textId="77777777">
      <w:pPr>
        <w:pStyle w:val="Bulleted2"/>
        <w:numPr>
          <w:ilvl w:val="0"/>
          <w:numId w:val="30"/>
        </w:numPr>
        <w:rPr>
          <w:lang w:val="fr-BE"/>
        </w:rPr>
      </w:pPr>
      <w:proofErr w:type="spellStart"/>
      <w:r w:rsidRPr="00837434">
        <w:rPr>
          <w:lang w:val="fr-BE"/>
        </w:rPr>
        <w:t>optionellement</w:t>
      </w:r>
      <w:proofErr w:type="spellEnd"/>
      <w:r w:rsidRPr="00837434">
        <w:rPr>
          <w:lang w:val="fr-BE"/>
        </w:rPr>
        <w:t xml:space="preserve"> d’une couche adhésive à base de polyoléfine avec une feuille de protection en</w:t>
      </w:r>
      <w:r w:rsidRPr="00837434" w:rsidR="00417716">
        <w:rPr>
          <w:lang w:val="fr-BE"/>
        </w:rPr>
        <w:t xml:space="preserve"> PET </w:t>
      </w:r>
    </w:p>
    <w:p xmlns:wp14="http://schemas.microsoft.com/office/word/2010/wordml" w:rsidRPr="00D06139" w:rsidR="008B6BB6" w:rsidP="008B6BB6" w:rsidRDefault="00837434" w14:paraId="4E5E11C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xmlns:wp14="http://schemas.microsoft.com/office/word/2010/wordml" w:rsidRPr="00837434" w:rsidR="00A43303" w:rsidP="00A43303" w:rsidRDefault="00837434" w14:paraId="7AB93F72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 xml:space="preserve">Le matelas d’isolation </w:t>
      </w:r>
      <w:r>
        <w:rPr>
          <w:lang w:val="fr-BE"/>
        </w:rPr>
        <w:t>possède</w:t>
      </w:r>
      <w:bookmarkStart w:name="_GoBack" w:id="0"/>
      <w:bookmarkEnd w:id="0"/>
      <w:r w:rsidRPr="00837434">
        <w:rPr>
          <w:lang w:val="fr-BE"/>
        </w:rPr>
        <w:t xml:space="preserve"> les caractéri</w:t>
      </w:r>
      <w:r>
        <w:rPr>
          <w:lang w:val="fr-BE"/>
        </w:rPr>
        <w:t>s</w:t>
      </w:r>
      <w:r w:rsidRPr="00837434">
        <w:rPr>
          <w:lang w:val="fr-BE"/>
        </w:rPr>
        <w:t>tiques suivantes</w:t>
      </w:r>
      <w:r w:rsidRPr="00837434" w:rsidR="00A43303">
        <w:rPr>
          <w:lang w:val="fr-BE"/>
        </w:rPr>
        <w:t>:</w:t>
      </w:r>
    </w:p>
    <w:p xmlns:wp14="http://schemas.microsoft.com/office/word/2010/wordml" w:rsidRPr="00837434" w:rsidR="00E70EF3" w:rsidP="008B6BB6" w:rsidRDefault="00E70EF3" w14:paraId="0A37501D" wp14:textId="77777777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024F11B7" wp14:textId="77777777">
        <w:tc>
          <w:tcPr>
            <w:tcW w:w="4701" w:type="dxa"/>
          </w:tcPr>
          <w:p w:rsidR="008B6BB6" w:rsidP="008B6BB6" w:rsidRDefault="00837434" w14:paraId="1D5A1DE6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Epaisseur</w:t>
            </w:r>
            <w:proofErr w:type="spellEnd"/>
            <w:r>
              <w:t xml:space="preserve"> totale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91EEBA" wp14:textId="77777777">
        <w:tc>
          <w:tcPr>
            <w:tcW w:w="4701" w:type="dxa"/>
          </w:tcPr>
          <w:p w:rsidR="008B6BB6" w:rsidP="008B6BB6" w:rsidRDefault="00837434" w14:paraId="4A1D0D72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Poids</w:t>
            </w:r>
            <w:proofErr w:type="spellEnd"/>
            <w:r>
              <w:t xml:space="preserve"> </w:t>
            </w:r>
            <w:proofErr w:type="spellStart"/>
            <w:r>
              <w:t>spécifique</w:t>
            </w:r>
            <w:proofErr w:type="spellEnd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0A3A2105" wp14:textId="77777777">
        <w:tc>
          <w:tcPr>
            <w:tcW w:w="4701" w:type="dxa"/>
          </w:tcPr>
          <w:p w:rsidR="008B6BB6" w:rsidP="008B6BB6" w:rsidRDefault="00837434" w14:paraId="67610E70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de service</w:t>
            </w:r>
          </w:p>
        </w:tc>
        <w:tc>
          <w:tcPr>
            <w:tcW w:w="4702" w:type="dxa"/>
          </w:tcPr>
          <w:p w:rsidR="008B6BB6" w:rsidP="008B6BB6" w:rsidRDefault="008B6BB6" w14:paraId="474F382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837434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107E054E" wp14:textId="77777777">
        <w:tc>
          <w:tcPr>
            <w:tcW w:w="4701" w:type="dxa"/>
          </w:tcPr>
          <w:p w:rsidR="008B6BB6" w:rsidP="008B6BB6" w:rsidRDefault="00837434" w14:paraId="3CA67DA7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Valuer</w:t>
            </w:r>
            <w:proofErr w:type="spellEnd"/>
            <w:r>
              <w:t xml:space="preserve"> U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289B466B" wp14:textId="77777777">
        <w:tc>
          <w:tcPr>
            <w:tcW w:w="4701" w:type="dxa"/>
          </w:tcPr>
          <w:p w:rsidR="00FD410F" w:rsidP="008B6BB6" w:rsidRDefault="00837434" w14:paraId="62E2C98E" wp14:textId="77777777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702" w:type="dxa"/>
          </w:tcPr>
          <w:p w:rsidR="00FD410F" w:rsidP="008B6BB6" w:rsidRDefault="00417716" w14:paraId="590F1B3D" wp14:textId="77777777">
            <w:pPr>
              <w:pStyle w:val="Bulleted2"/>
              <w:numPr>
                <w:ilvl w:val="0"/>
                <w:numId w:val="0"/>
              </w:numPr>
            </w:pPr>
            <w:r>
              <w:t>E (</w:t>
            </w:r>
            <w:proofErr w:type="spellStart"/>
            <w:r w:rsidR="00837434">
              <w:t>selon</w:t>
            </w:r>
            <w:proofErr w:type="spellEnd"/>
            <w:r>
              <w:t xml:space="preserve"> NBN EN 13501)</w:t>
            </w:r>
          </w:p>
        </w:tc>
      </w:tr>
    </w:tbl>
    <w:p xmlns:wp14="http://schemas.microsoft.com/office/word/2010/wordml" w:rsidRPr="00D06139" w:rsidR="00FD410F" w:rsidP="00FD410F" w:rsidRDefault="00837434" w14:paraId="315F87E0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Montage</w:t>
      </w:r>
    </w:p>
    <w:p xmlns:wp14="http://schemas.microsoft.com/office/word/2010/wordml" w:rsidRPr="00837434" w:rsidR="008A5169" w:rsidP="0069129C" w:rsidRDefault="00837434" w14:paraId="2F747F8F" wp14:textId="77777777">
      <w:pPr>
        <w:pStyle w:val="Bulleted2"/>
        <w:numPr>
          <w:ilvl w:val="0"/>
          <w:numId w:val="0"/>
        </w:numPr>
        <w:rPr>
          <w:lang w:val="fr-BE"/>
        </w:rPr>
      </w:pPr>
      <w:r w:rsidRPr="00837434">
        <w:rPr>
          <w:lang w:val="fr-BE"/>
        </w:rPr>
        <w:t>Selon les directives du fabricant</w:t>
      </w:r>
      <w:r w:rsidRPr="00837434" w:rsidR="00FD410F">
        <w:rPr>
          <w:lang w:val="fr-BE"/>
        </w:rPr>
        <w:t>.</w:t>
      </w:r>
    </w:p>
    <w:sectPr w:rsidRPr="00837434" w:rsidR="008A5169" w:rsidSect="0069129C">
      <w:headerReference w:type="default" r:id="rId7"/>
      <w:footerReference w:type="default" r:id="rId8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16867" w:rsidRDefault="00216867" w14:paraId="02EB378F" wp14:textId="77777777">
      <w:r>
        <w:separator/>
      </w:r>
    </w:p>
  </w:endnote>
  <w:endnote w:type="continuationSeparator" w:id="0">
    <w:p xmlns:wp14="http://schemas.microsoft.com/office/word/2010/wordml" w:rsidR="00216867" w:rsidRDefault="00216867" w14:paraId="6A05A80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5B13C107" wp14:textId="77777777">
      <w:tc>
        <w:tcPr>
          <w:tcW w:w="3392" w:type="dxa"/>
        </w:tcPr>
        <w:p w:rsidRPr="00D06139" w:rsidR="00025544" w:rsidP="003242F8" w:rsidRDefault="0069129C" w14:paraId="5906F2F7" wp14:textId="77777777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837434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P="00837434" w:rsidRDefault="00837434" w14:paraId="68FAF080" wp14:textId="77777777">
          <w:pPr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5DAB6C7B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16867" w:rsidRDefault="00216867" w14:paraId="5A39BBE3" wp14:textId="77777777">
      <w:r>
        <w:separator/>
      </w:r>
    </w:p>
  </w:footnote>
  <w:footnote w:type="continuationSeparator" w:id="0">
    <w:p xmlns:wp14="http://schemas.microsoft.com/office/word/2010/wordml" w:rsidR="00216867" w:rsidRDefault="00216867" w14:paraId="41C8F396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Isol</w:t>
    </w:r>
    <w:proofErr w:type="spellEnd"/>
    <w:r w:rsidR="00417716">
      <w:rPr>
        <w:rFonts w:ascii="Arial" w:hAnsi="Arial" w:cs="Arial"/>
        <w:b/>
      </w:rPr>
      <w:t xml:space="preserve"> </w:t>
    </w:r>
    <w:proofErr w:type="spellStart"/>
    <w:r w:rsidR="00417716">
      <w:rPr>
        <w:rFonts w:ascii="Arial" w:hAnsi="Arial" w:cs="Arial"/>
        <w:b/>
      </w:rPr>
      <w:t>Flex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090DAA4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867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37434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63F9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7A1CA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4DB5A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AFD3AAC-F609-4B3D-BCAE-5EFAA52A4BD0}"/>
</file>

<file path=customXml/itemProps2.xml><?xml version="1.0" encoding="utf-8"?>
<ds:datastoreItem xmlns:ds="http://schemas.openxmlformats.org/officeDocument/2006/customXml" ds:itemID="{73C5C51D-ECA2-4CCC-A26C-FBAFF279F449}"/>
</file>

<file path=customXml/itemProps3.xml><?xml version="1.0" encoding="utf-8"?>
<ds:datastoreItem xmlns:ds="http://schemas.openxmlformats.org/officeDocument/2006/customXml" ds:itemID="{59ED606C-329E-4866-965E-BDB778605A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5</cp:revision>
  <cp:lastPrinted>2011-12-15T11:14:00Z</cp:lastPrinted>
  <dcterms:created xsi:type="dcterms:W3CDTF">2020-03-19T11:06:00Z</dcterms:created>
  <dcterms:modified xsi:type="dcterms:W3CDTF">2023-05-11T06:30:31Z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